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15" w:rsidRDefault="007E7F15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E7F15" w:rsidRDefault="007E7F15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E7F15" w:rsidRDefault="007E7F15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</w:t>
      </w:r>
    </w:p>
    <w:p w:rsidR="007E7F15" w:rsidRDefault="007E7F15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7E7F15" w:rsidRDefault="007E7F15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7E7F15" w:rsidRPr="00EA2F18" w:rsidRDefault="007E7F15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 w:rsidRPr="00EE01CE">
        <w:rPr>
          <w:rFonts w:ascii="Arial" w:hAnsi="Arial" w:cs="Arial"/>
          <w:b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 </w:t>
      </w:r>
      <w:r w:rsidRPr="00EE01CE">
        <w:rPr>
          <w:rFonts w:ascii="Arial" w:hAnsi="Arial" w:cs="Arial"/>
          <w:b/>
          <w:sz w:val="24"/>
          <w:szCs w:val="24"/>
        </w:rPr>
        <w:t xml:space="preserve">февраля </w:t>
      </w:r>
      <w:smartTag w:uri="urn:schemas-microsoft-com:office:smarttags" w:element="metricconverter">
        <w:smartTagPr>
          <w:attr w:name="ProductID" w:val="2018 г"/>
        </w:smartTagPr>
        <w:r w:rsidRPr="00EE01CE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E01CE">
        <w:rPr>
          <w:rFonts w:ascii="Arial" w:hAnsi="Arial" w:cs="Arial"/>
          <w:b/>
          <w:sz w:val="24"/>
          <w:szCs w:val="24"/>
        </w:rPr>
        <w:t>. №29</w:t>
      </w:r>
    </w:p>
    <w:p w:rsidR="007E7F15" w:rsidRDefault="007E7F15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7E7F15" w:rsidRDefault="007E7F15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7E7F15" w:rsidRDefault="007E7F15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7E7F15" w:rsidRDefault="007E7F15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7E7F15" w:rsidRDefault="007E7F15" w:rsidP="000C71DC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7E7F15" w:rsidRPr="008C5DED" w:rsidRDefault="007E7F15" w:rsidP="000C71DC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C5DED">
        <w:rPr>
          <w:rFonts w:ascii="Arial" w:hAnsi="Arial" w:cs="Arial"/>
          <w:b/>
          <w:bCs/>
          <w:sz w:val="28"/>
          <w:szCs w:val="28"/>
        </w:rPr>
        <w:t>Источники финансирования дефицита местного бюджета на 201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8C5DED">
        <w:rPr>
          <w:rFonts w:ascii="Arial" w:hAnsi="Arial" w:cs="Arial"/>
          <w:b/>
          <w:bCs/>
          <w:sz w:val="28"/>
          <w:szCs w:val="28"/>
        </w:rPr>
        <w:t xml:space="preserve"> год</w:t>
      </w:r>
    </w:p>
    <w:p w:rsidR="007E7F15" w:rsidRPr="00EA2F18" w:rsidRDefault="007E7F15" w:rsidP="000C71D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A2F18">
        <w:rPr>
          <w:rFonts w:ascii="Arial" w:hAnsi="Arial" w:cs="Arial"/>
          <w:bCs/>
          <w:sz w:val="24"/>
          <w:szCs w:val="24"/>
        </w:rPr>
        <w:t xml:space="preserve">(рублей)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</w:t>
      </w:r>
    </w:p>
    <w:tbl>
      <w:tblPr>
        <w:tblW w:w="9498" w:type="dxa"/>
        <w:tblInd w:w="108" w:type="dxa"/>
        <w:tblLayout w:type="fixed"/>
        <w:tblLook w:val="0000"/>
      </w:tblPr>
      <w:tblGrid>
        <w:gridCol w:w="2410"/>
        <w:gridCol w:w="5387"/>
        <w:gridCol w:w="1701"/>
      </w:tblGrid>
      <w:tr w:rsidR="007E7F15" w:rsidRPr="00EA2F18" w:rsidTr="000C71DC">
        <w:trPr>
          <w:trHeight w:val="9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Сумма</w:t>
            </w:r>
          </w:p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7F15" w:rsidRPr="00EA2F18" w:rsidTr="000C71DC">
        <w:trPr>
          <w:trHeight w:val="1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7E7F15" w:rsidRPr="00EA2F18" w:rsidTr="000C71DC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636 412,84</w:t>
            </w:r>
          </w:p>
        </w:tc>
      </w:tr>
      <w:tr w:rsidR="007E7F15" w:rsidRPr="00EA2F18" w:rsidTr="000C71DC">
        <w:trPr>
          <w:trHeight w:val="3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29">
              <w:rPr>
                <w:rFonts w:ascii="Arial" w:hAnsi="Arial" w:cs="Arial"/>
                <w:sz w:val="24"/>
                <w:szCs w:val="24"/>
              </w:rPr>
              <w:t>-</w:t>
            </w:r>
            <w:r w:rsidRPr="0006718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718A">
              <w:rPr>
                <w:rFonts w:ascii="Arial" w:hAnsi="Arial" w:cs="Arial"/>
                <w:sz w:val="24"/>
                <w:szCs w:val="24"/>
              </w:rPr>
              <w:t>308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718A">
              <w:rPr>
                <w:rFonts w:ascii="Arial" w:hAnsi="Arial" w:cs="Arial"/>
                <w:sz w:val="24"/>
                <w:szCs w:val="24"/>
              </w:rPr>
              <w:t>150,74</w:t>
            </w:r>
          </w:p>
        </w:tc>
      </w:tr>
      <w:tr w:rsidR="007E7F15" w:rsidRPr="00EA2F18" w:rsidTr="000C71DC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01 05 02 00 00 0000 500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15" w:rsidRPr="009703C6" w:rsidRDefault="007E7F15" w:rsidP="00316E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29">
              <w:rPr>
                <w:rFonts w:ascii="Arial" w:hAnsi="Arial" w:cs="Arial"/>
                <w:sz w:val="24"/>
                <w:szCs w:val="24"/>
              </w:rPr>
              <w:t>-</w:t>
            </w:r>
            <w:r w:rsidRPr="0006718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718A">
              <w:rPr>
                <w:rFonts w:ascii="Arial" w:hAnsi="Arial" w:cs="Arial"/>
                <w:sz w:val="24"/>
                <w:szCs w:val="24"/>
              </w:rPr>
              <w:t>308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718A">
              <w:rPr>
                <w:rFonts w:ascii="Arial" w:hAnsi="Arial" w:cs="Arial"/>
                <w:sz w:val="24"/>
                <w:szCs w:val="24"/>
              </w:rPr>
              <w:t>150,74</w:t>
            </w:r>
          </w:p>
        </w:tc>
      </w:tr>
      <w:tr w:rsidR="007E7F15" w:rsidRPr="00EA2F18" w:rsidTr="000C71DC">
        <w:trPr>
          <w:trHeight w:val="3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01 05 02 01 00 0000 510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15" w:rsidRPr="009703C6" w:rsidRDefault="007E7F15" w:rsidP="000C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29">
              <w:rPr>
                <w:rFonts w:ascii="Arial" w:hAnsi="Arial" w:cs="Arial"/>
                <w:sz w:val="24"/>
                <w:szCs w:val="24"/>
              </w:rPr>
              <w:t>-</w:t>
            </w:r>
            <w:r w:rsidRPr="0006718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718A">
              <w:rPr>
                <w:rFonts w:ascii="Arial" w:hAnsi="Arial" w:cs="Arial"/>
                <w:sz w:val="24"/>
                <w:szCs w:val="24"/>
              </w:rPr>
              <w:t>308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718A">
              <w:rPr>
                <w:rFonts w:ascii="Arial" w:hAnsi="Arial" w:cs="Arial"/>
                <w:sz w:val="24"/>
                <w:szCs w:val="24"/>
              </w:rPr>
              <w:t>150,74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EA2F18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15" w:rsidRPr="009703C6" w:rsidRDefault="007E7F15" w:rsidP="000C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29">
              <w:rPr>
                <w:rFonts w:ascii="Arial" w:hAnsi="Arial" w:cs="Arial"/>
                <w:sz w:val="24"/>
                <w:szCs w:val="24"/>
              </w:rPr>
              <w:t>-</w:t>
            </w:r>
            <w:r w:rsidRPr="0006718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718A">
              <w:rPr>
                <w:rFonts w:ascii="Arial" w:hAnsi="Arial" w:cs="Arial"/>
                <w:sz w:val="24"/>
                <w:szCs w:val="24"/>
              </w:rPr>
              <w:t>308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718A">
              <w:rPr>
                <w:rFonts w:ascii="Arial" w:hAnsi="Arial" w:cs="Arial"/>
                <w:sz w:val="24"/>
                <w:szCs w:val="24"/>
              </w:rPr>
              <w:t>150,74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2 944 563,58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CB32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2 944 563,58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Уменьшение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CB32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2 944 563,58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F18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EA2F18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CB32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2 944 563,58</w:t>
            </w:r>
          </w:p>
        </w:tc>
      </w:tr>
      <w:tr w:rsidR="007E7F15" w:rsidRPr="00EA2F18" w:rsidTr="000C71DC">
        <w:trPr>
          <w:trHeight w:val="3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F18">
              <w:rPr>
                <w:rFonts w:ascii="Arial" w:hAnsi="Arial" w:cs="Arial"/>
                <w:b/>
                <w:bCs/>
                <w:sz w:val="24"/>
                <w:szCs w:val="24"/>
              </w:rPr>
              <w:t>ИТОГО ИСТОЧНИКИ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15" w:rsidRPr="00EA2F18" w:rsidRDefault="007E7F15" w:rsidP="000C71DC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636 412,84</w:t>
            </w:r>
          </w:p>
        </w:tc>
      </w:tr>
    </w:tbl>
    <w:p w:rsidR="007E7F15" w:rsidRDefault="007E7F15" w:rsidP="00EE01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7F15" w:rsidRDefault="007E7F1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E7F15" w:rsidRDefault="007E7F1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E7F15" w:rsidRDefault="007E7F1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E7F15" w:rsidRPr="00EA2F18" w:rsidRDefault="007E7F15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7E7F15" w:rsidRDefault="007E7F15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E7F15" w:rsidRDefault="007E7F15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7E7F15" w:rsidRPr="00EE01CE" w:rsidRDefault="007E7F15" w:rsidP="00EE01CE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</w:t>
      </w:r>
      <w:r>
        <w:t xml:space="preserve">                           </w:t>
      </w:r>
    </w:p>
    <w:p w:rsidR="007E7F15" w:rsidRPr="00987E22" w:rsidRDefault="007E7F15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7E7F15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6399B"/>
    <w:rsid w:val="00172C2C"/>
    <w:rsid w:val="001B37B4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A3146"/>
    <w:rsid w:val="003C7FED"/>
    <w:rsid w:val="003D6DC3"/>
    <w:rsid w:val="003E0765"/>
    <w:rsid w:val="003E1CF4"/>
    <w:rsid w:val="003F0EAC"/>
    <w:rsid w:val="00423F82"/>
    <w:rsid w:val="004352F2"/>
    <w:rsid w:val="00483EF1"/>
    <w:rsid w:val="004A1BDB"/>
    <w:rsid w:val="004C26C5"/>
    <w:rsid w:val="004E4346"/>
    <w:rsid w:val="005015DE"/>
    <w:rsid w:val="00520C1C"/>
    <w:rsid w:val="00567C10"/>
    <w:rsid w:val="005D3D51"/>
    <w:rsid w:val="00614DA7"/>
    <w:rsid w:val="006154BC"/>
    <w:rsid w:val="00617FFE"/>
    <w:rsid w:val="006849F1"/>
    <w:rsid w:val="006A1437"/>
    <w:rsid w:val="006B5A0F"/>
    <w:rsid w:val="006D3165"/>
    <w:rsid w:val="007314B1"/>
    <w:rsid w:val="00737E0A"/>
    <w:rsid w:val="00750144"/>
    <w:rsid w:val="007C7093"/>
    <w:rsid w:val="007D305A"/>
    <w:rsid w:val="007E571E"/>
    <w:rsid w:val="007E7F15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9703C6"/>
    <w:rsid w:val="00981148"/>
    <w:rsid w:val="00987E22"/>
    <w:rsid w:val="00A44072"/>
    <w:rsid w:val="00A844B5"/>
    <w:rsid w:val="00AE146C"/>
    <w:rsid w:val="00AF3762"/>
    <w:rsid w:val="00B15343"/>
    <w:rsid w:val="00B4168E"/>
    <w:rsid w:val="00B75140"/>
    <w:rsid w:val="00BB4CF9"/>
    <w:rsid w:val="00BD7AEF"/>
    <w:rsid w:val="00C0368F"/>
    <w:rsid w:val="00C14F61"/>
    <w:rsid w:val="00C27451"/>
    <w:rsid w:val="00C43201"/>
    <w:rsid w:val="00C67200"/>
    <w:rsid w:val="00C905D0"/>
    <w:rsid w:val="00C91BEB"/>
    <w:rsid w:val="00CB32BC"/>
    <w:rsid w:val="00CB3A72"/>
    <w:rsid w:val="00CB6362"/>
    <w:rsid w:val="00CE1C20"/>
    <w:rsid w:val="00D04E7C"/>
    <w:rsid w:val="00D4225B"/>
    <w:rsid w:val="00D739E9"/>
    <w:rsid w:val="00DD21EA"/>
    <w:rsid w:val="00DE2773"/>
    <w:rsid w:val="00DE6686"/>
    <w:rsid w:val="00E373F6"/>
    <w:rsid w:val="00E7526B"/>
    <w:rsid w:val="00E91115"/>
    <w:rsid w:val="00EA2F18"/>
    <w:rsid w:val="00EA54DD"/>
    <w:rsid w:val="00ED2B0A"/>
    <w:rsid w:val="00ED6263"/>
    <w:rsid w:val="00EE01CE"/>
    <w:rsid w:val="00EF0200"/>
    <w:rsid w:val="00F34F8E"/>
    <w:rsid w:val="00F36DC3"/>
    <w:rsid w:val="00F42C46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F36DC3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36DC3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6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274</Words>
  <Characters>1562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7</cp:revision>
  <cp:lastPrinted>2018-02-08T11:42:00Z</cp:lastPrinted>
  <dcterms:created xsi:type="dcterms:W3CDTF">2018-02-07T07:10:00Z</dcterms:created>
  <dcterms:modified xsi:type="dcterms:W3CDTF">2018-03-12T11:54:00Z</dcterms:modified>
</cp:coreProperties>
</file>