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59C" w:rsidRDefault="00BC359C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BC359C" w:rsidRDefault="00BC359C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BC359C" w:rsidRDefault="00BC359C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№1</w:t>
      </w:r>
    </w:p>
    <w:p w:rsidR="00BC359C" w:rsidRDefault="00BC359C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к Решению  Собрания депутатов </w:t>
      </w:r>
      <w:r>
        <w:rPr>
          <w:rFonts w:ascii="Arial" w:hAnsi="Arial" w:cs="Arial"/>
          <w:sz w:val="24"/>
          <w:szCs w:val="24"/>
        </w:rPr>
        <w:t>Андросовского</w:t>
      </w:r>
    </w:p>
    <w:p w:rsidR="00BC359C" w:rsidRDefault="00BC359C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сельсовета Железногорского района Курской</w:t>
      </w:r>
    </w:p>
    <w:p w:rsidR="00BC359C" w:rsidRPr="00EA2F18" w:rsidRDefault="00BC359C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области  от</w:t>
      </w: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марта</w:t>
      </w:r>
      <w:r w:rsidRPr="00EE01CE">
        <w:rPr>
          <w:rFonts w:ascii="Arial" w:hAnsi="Arial" w:cs="Arial"/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EE01CE">
          <w:rPr>
            <w:rFonts w:ascii="Arial" w:hAnsi="Arial" w:cs="Arial"/>
            <w:b/>
            <w:sz w:val="24"/>
            <w:szCs w:val="24"/>
          </w:rPr>
          <w:t>2018 г</w:t>
        </w:r>
      </w:smartTag>
      <w:r w:rsidRPr="00EE01CE">
        <w:rPr>
          <w:rFonts w:ascii="Arial" w:hAnsi="Arial" w:cs="Arial"/>
          <w:b/>
          <w:sz w:val="24"/>
          <w:szCs w:val="24"/>
        </w:rPr>
        <w:t>. №</w:t>
      </w:r>
      <w:r>
        <w:rPr>
          <w:rFonts w:ascii="Arial" w:hAnsi="Arial" w:cs="Arial"/>
          <w:b/>
          <w:sz w:val="24"/>
          <w:szCs w:val="24"/>
        </w:rPr>
        <w:t xml:space="preserve"> 36</w:t>
      </w:r>
    </w:p>
    <w:p w:rsidR="00BC359C" w:rsidRDefault="00BC359C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A2F18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BC359C" w:rsidRDefault="00BC359C" w:rsidP="000C71DC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решение Собрания</w:t>
      </w:r>
      <w:r>
        <w:rPr>
          <w:rFonts w:ascii="Arial" w:hAnsi="Arial" w:cs="Arial"/>
          <w:sz w:val="24"/>
          <w:szCs w:val="24"/>
        </w:rPr>
        <w:t xml:space="preserve"> депутатов Андросовского</w:t>
      </w:r>
      <w:r w:rsidRPr="00AE1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BC359C" w:rsidRDefault="00BC359C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№15 от 14 декабря</w:t>
      </w:r>
      <w:r w:rsidRPr="00EA2F18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 w:rsidRPr="00EA2F18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«О </w:t>
      </w:r>
      <w:r w:rsidRPr="00EA2F18">
        <w:rPr>
          <w:rFonts w:ascii="Arial" w:hAnsi="Arial" w:cs="Arial"/>
          <w:sz w:val="24"/>
          <w:szCs w:val="24"/>
        </w:rPr>
        <w:t>бюджете муниципального образования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BC359C" w:rsidRDefault="00BC359C" w:rsidP="000C71DC">
      <w:pPr>
        <w:spacing w:after="0" w:line="240" w:lineRule="auto"/>
        <w:ind w:left="3686"/>
        <w:rPr>
          <w:rFonts w:ascii="Arial" w:hAnsi="Arial" w:cs="Arial"/>
          <w:sz w:val="24"/>
          <w:szCs w:val="24"/>
        </w:rPr>
      </w:pPr>
      <w:r w:rsidRPr="00EA2F18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Андросовский</w:t>
      </w:r>
      <w:r w:rsidRPr="00EA2F18">
        <w:rPr>
          <w:rFonts w:ascii="Arial" w:hAnsi="Arial" w:cs="Arial"/>
          <w:sz w:val="24"/>
          <w:szCs w:val="24"/>
        </w:rPr>
        <w:t xml:space="preserve"> сельсовет»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Железногорского района </w:t>
      </w:r>
      <w:r>
        <w:rPr>
          <w:rFonts w:ascii="Arial" w:hAnsi="Arial" w:cs="Arial"/>
          <w:sz w:val="24"/>
          <w:szCs w:val="24"/>
        </w:rPr>
        <w:t xml:space="preserve"> </w:t>
      </w:r>
      <w:r w:rsidRPr="00EA2F18">
        <w:rPr>
          <w:rFonts w:ascii="Arial" w:hAnsi="Arial" w:cs="Arial"/>
          <w:sz w:val="24"/>
          <w:szCs w:val="24"/>
        </w:rPr>
        <w:t xml:space="preserve">Курской </w:t>
      </w:r>
      <w:r>
        <w:rPr>
          <w:rFonts w:ascii="Arial" w:hAnsi="Arial" w:cs="Arial"/>
          <w:sz w:val="24"/>
          <w:szCs w:val="24"/>
        </w:rPr>
        <w:t xml:space="preserve">  </w:t>
      </w:r>
      <w:r w:rsidRPr="00EA2F18">
        <w:rPr>
          <w:rFonts w:ascii="Arial" w:hAnsi="Arial" w:cs="Arial"/>
          <w:sz w:val="24"/>
          <w:szCs w:val="24"/>
        </w:rPr>
        <w:t>области на</w:t>
      </w:r>
      <w:r>
        <w:rPr>
          <w:rFonts w:ascii="Arial" w:hAnsi="Arial" w:cs="Arial"/>
          <w:sz w:val="24"/>
          <w:szCs w:val="24"/>
        </w:rPr>
        <w:t xml:space="preserve"> 2018 год и на плановый период 2019 и 2020 годов»</w:t>
      </w:r>
    </w:p>
    <w:p w:rsidR="00BC359C" w:rsidRDefault="00BC359C" w:rsidP="000C71DC">
      <w:pPr>
        <w:pStyle w:val="NoSpacing"/>
        <w:tabs>
          <w:tab w:val="left" w:pos="182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BC359C" w:rsidRPr="008C5DED" w:rsidRDefault="00BC359C" w:rsidP="000C71DC">
      <w:pPr>
        <w:pStyle w:val="NoSpacing"/>
        <w:tabs>
          <w:tab w:val="left" w:pos="182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8C5DED">
        <w:rPr>
          <w:rFonts w:ascii="Arial" w:hAnsi="Arial" w:cs="Arial"/>
          <w:b/>
          <w:bCs/>
          <w:sz w:val="28"/>
          <w:szCs w:val="28"/>
        </w:rPr>
        <w:t>Источники финансирования дефицита местного бюджета на 201</w:t>
      </w:r>
      <w:r>
        <w:rPr>
          <w:rFonts w:ascii="Arial" w:hAnsi="Arial" w:cs="Arial"/>
          <w:b/>
          <w:bCs/>
          <w:sz w:val="28"/>
          <w:szCs w:val="28"/>
        </w:rPr>
        <w:t>8</w:t>
      </w:r>
      <w:r w:rsidRPr="008C5DED">
        <w:rPr>
          <w:rFonts w:ascii="Arial" w:hAnsi="Arial" w:cs="Arial"/>
          <w:b/>
          <w:bCs/>
          <w:sz w:val="28"/>
          <w:szCs w:val="28"/>
        </w:rPr>
        <w:t xml:space="preserve"> год</w:t>
      </w:r>
    </w:p>
    <w:p w:rsidR="00BC359C" w:rsidRPr="00EA2F18" w:rsidRDefault="00BC359C" w:rsidP="000C71DC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Pr="00EA2F18">
        <w:rPr>
          <w:rFonts w:ascii="Arial" w:hAnsi="Arial" w:cs="Arial"/>
          <w:bCs/>
          <w:sz w:val="24"/>
          <w:szCs w:val="24"/>
        </w:rPr>
        <w:t xml:space="preserve">(рублей)                                                                                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</w:t>
      </w:r>
    </w:p>
    <w:tbl>
      <w:tblPr>
        <w:tblW w:w="9498" w:type="dxa"/>
        <w:tblInd w:w="108" w:type="dxa"/>
        <w:tblLayout w:type="fixed"/>
        <w:tblLook w:val="0000"/>
      </w:tblPr>
      <w:tblGrid>
        <w:gridCol w:w="2520"/>
        <w:gridCol w:w="5277"/>
        <w:gridCol w:w="1701"/>
      </w:tblGrid>
      <w:tr w:rsidR="00BC359C" w:rsidRPr="00D72F8B" w:rsidTr="00D72F8B">
        <w:trPr>
          <w:trHeight w:val="97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Наименование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Сумма</w:t>
            </w:r>
          </w:p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C359C" w:rsidRPr="00D72F8B" w:rsidTr="00D72F8B">
        <w:trPr>
          <w:trHeight w:val="15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BC359C" w:rsidRPr="00D72F8B" w:rsidTr="00D72F8B">
        <w:trPr>
          <w:trHeight w:val="63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636 412,84</w:t>
            </w:r>
          </w:p>
        </w:tc>
      </w:tr>
      <w:tr w:rsidR="00BC359C" w:rsidRPr="00D72F8B" w:rsidTr="00D72F8B">
        <w:trPr>
          <w:trHeight w:val="35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01 05 00 00 00 0000 500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-2 302 566,00</w:t>
            </w:r>
          </w:p>
        </w:tc>
      </w:tr>
      <w:tr w:rsidR="00BC359C" w:rsidRPr="00D72F8B" w:rsidTr="00D72F8B">
        <w:trPr>
          <w:trHeight w:val="36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01 05 02 00 00 0000 500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F117F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-2 302 566,00</w:t>
            </w:r>
          </w:p>
        </w:tc>
      </w:tr>
      <w:tr w:rsidR="00BC359C" w:rsidRPr="00D72F8B" w:rsidTr="00D72F8B">
        <w:trPr>
          <w:trHeight w:val="35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01 05 02 01 00 0000 510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F117F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-2 302 566,00</w:t>
            </w:r>
          </w:p>
        </w:tc>
      </w:tr>
      <w:tr w:rsidR="00BC359C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F117F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-2 302 566,00</w:t>
            </w:r>
          </w:p>
        </w:tc>
      </w:tr>
      <w:tr w:rsidR="00BC359C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01 05 00 00 00 0000 600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 2 938 978,84</w:t>
            </w:r>
          </w:p>
        </w:tc>
      </w:tr>
      <w:tr w:rsidR="00BC359C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01 05 02 00 00 0000 600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F117F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 2 938 978,84</w:t>
            </w:r>
          </w:p>
        </w:tc>
      </w:tr>
      <w:tr w:rsidR="00BC359C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01 05 02 01 00 0000 610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Уменьшение прочих остатков 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F117F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 2 938 978,84</w:t>
            </w:r>
          </w:p>
        </w:tc>
      </w:tr>
      <w:tr w:rsidR="00BC359C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F117F4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D72F8B">
              <w:rPr>
                <w:rFonts w:ascii="Times New Roman" w:hAnsi="Times New Roman"/>
              </w:rPr>
              <w:t xml:space="preserve"> 2 938 978,84</w:t>
            </w:r>
          </w:p>
        </w:tc>
      </w:tr>
      <w:tr w:rsidR="00BC359C" w:rsidRPr="00D72F8B" w:rsidTr="00D72F8B">
        <w:trPr>
          <w:trHeight w:val="33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D72F8B">
              <w:rPr>
                <w:rFonts w:ascii="Times New Roman" w:hAnsi="Times New Roman"/>
                <w:b/>
                <w:bCs/>
              </w:rPr>
              <w:t>ИТОГО ИСТОЧНИКИ ФИНАНСИРОВАНИЯ ДЕФИЦИТА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9C" w:rsidRPr="00D72F8B" w:rsidRDefault="00BC359C" w:rsidP="000C71DC">
            <w:pPr>
              <w:pStyle w:val="NoSpacing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D72F8B">
              <w:rPr>
                <w:rFonts w:ascii="Times New Roman" w:hAnsi="Times New Roman"/>
                <w:b/>
                <w:bCs/>
              </w:rPr>
              <w:t>636 412,84</w:t>
            </w:r>
          </w:p>
        </w:tc>
      </w:tr>
    </w:tbl>
    <w:p w:rsidR="00BC359C" w:rsidRDefault="00BC359C" w:rsidP="00EE01C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C359C" w:rsidRDefault="00BC359C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BC359C" w:rsidRDefault="00BC359C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BC359C" w:rsidRDefault="00BC359C" w:rsidP="003A3146">
      <w:pPr>
        <w:spacing w:after="0" w:line="240" w:lineRule="auto"/>
        <w:ind w:firstLine="3686"/>
        <w:rPr>
          <w:rFonts w:ascii="Arial" w:hAnsi="Arial" w:cs="Arial"/>
          <w:sz w:val="24"/>
          <w:szCs w:val="24"/>
        </w:rPr>
      </w:pPr>
    </w:p>
    <w:p w:rsidR="00BC359C" w:rsidRPr="00EA2F18" w:rsidRDefault="00BC359C" w:rsidP="003A3146">
      <w:pPr>
        <w:pStyle w:val="NoSpacing"/>
        <w:rPr>
          <w:rFonts w:ascii="Arial" w:hAnsi="Arial" w:cs="Arial"/>
          <w:sz w:val="24"/>
          <w:szCs w:val="24"/>
        </w:rPr>
      </w:pPr>
    </w:p>
    <w:p w:rsidR="00BC359C" w:rsidRDefault="00BC359C" w:rsidP="003A314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BC359C" w:rsidRDefault="00BC359C" w:rsidP="003A3146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BC359C" w:rsidRPr="00EE01CE" w:rsidRDefault="00BC359C" w:rsidP="00EE01CE">
      <w:pPr>
        <w:spacing w:after="0" w:line="240" w:lineRule="auto"/>
        <w:ind w:left="3686"/>
        <w:rPr>
          <w:rFonts w:ascii="Arial" w:hAnsi="Arial" w:cs="Arial"/>
          <w:sz w:val="18"/>
          <w:szCs w:val="18"/>
        </w:rPr>
      </w:pPr>
      <w:r w:rsidRPr="00EA2F18">
        <w:t xml:space="preserve">                      </w:t>
      </w:r>
      <w:r>
        <w:t xml:space="preserve">                           </w:t>
      </w:r>
    </w:p>
    <w:p w:rsidR="00BC359C" w:rsidRPr="00987E22" w:rsidRDefault="00BC359C" w:rsidP="003D6DC3">
      <w:pPr>
        <w:pStyle w:val="NoSpacing"/>
        <w:rPr>
          <w:rFonts w:ascii="Arial" w:hAnsi="Arial" w:cs="Arial"/>
          <w:sz w:val="24"/>
          <w:szCs w:val="24"/>
        </w:rPr>
      </w:pPr>
    </w:p>
    <w:sectPr w:rsidR="00BC359C" w:rsidRPr="00987E22" w:rsidSect="00EA5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4F1685"/>
    <w:multiLevelType w:val="multilevel"/>
    <w:tmpl w:val="1924C33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0C427686"/>
    <w:multiLevelType w:val="hybridMultilevel"/>
    <w:tmpl w:val="1B84F0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CF9"/>
    <w:rsid w:val="00027C9A"/>
    <w:rsid w:val="0004535F"/>
    <w:rsid w:val="00062C85"/>
    <w:rsid w:val="0006352B"/>
    <w:rsid w:val="0006718A"/>
    <w:rsid w:val="00072A15"/>
    <w:rsid w:val="000926D0"/>
    <w:rsid w:val="000A39E5"/>
    <w:rsid w:val="000B090A"/>
    <w:rsid w:val="000B7AA9"/>
    <w:rsid w:val="000C4258"/>
    <w:rsid w:val="000C492B"/>
    <w:rsid w:val="000C71DC"/>
    <w:rsid w:val="000E492E"/>
    <w:rsid w:val="000E61BE"/>
    <w:rsid w:val="00102837"/>
    <w:rsid w:val="0016399B"/>
    <w:rsid w:val="00172C2C"/>
    <w:rsid w:val="001B37B4"/>
    <w:rsid w:val="00233979"/>
    <w:rsid w:val="002553A1"/>
    <w:rsid w:val="002A1F8B"/>
    <w:rsid w:val="002B411A"/>
    <w:rsid w:val="002B4B23"/>
    <w:rsid w:val="002D0D4E"/>
    <w:rsid w:val="002F3DD6"/>
    <w:rsid w:val="002F6FCC"/>
    <w:rsid w:val="00305DC3"/>
    <w:rsid w:val="00316770"/>
    <w:rsid w:val="00316E29"/>
    <w:rsid w:val="00342AFD"/>
    <w:rsid w:val="00353B28"/>
    <w:rsid w:val="0037187E"/>
    <w:rsid w:val="003A3146"/>
    <w:rsid w:val="003C7FED"/>
    <w:rsid w:val="003D6DC3"/>
    <w:rsid w:val="003E0765"/>
    <w:rsid w:val="003E1CF4"/>
    <w:rsid w:val="003F0EAC"/>
    <w:rsid w:val="00423F82"/>
    <w:rsid w:val="004352F2"/>
    <w:rsid w:val="00483EF1"/>
    <w:rsid w:val="004A1BDB"/>
    <w:rsid w:val="004C26C5"/>
    <w:rsid w:val="004E4346"/>
    <w:rsid w:val="005015DE"/>
    <w:rsid w:val="00520C1C"/>
    <w:rsid w:val="00567C10"/>
    <w:rsid w:val="005D3D51"/>
    <w:rsid w:val="0060188C"/>
    <w:rsid w:val="00614DA7"/>
    <w:rsid w:val="006154BC"/>
    <w:rsid w:val="00617FFE"/>
    <w:rsid w:val="006849F1"/>
    <w:rsid w:val="006A1437"/>
    <w:rsid w:val="006B5A0F"/>
    <w:rsid w:val="006D3165"/>
    <w:rsid w:val="007314B1"/>
    <w:rsid w:val="00737E0A"/>
    <w:rsid w:val="00750144"/>
    <w:rsid w:val="007C7093"/>
    <w:rsid w:val="007D305A"/>
    <w:rsid w:val="007E571E"/>
    <w:rsid w:val="007E7F15"/>
    <w:rsid w:val="007F4775"/>
    <w:rsid w:val="007F6F7C"/>
    <w:rsid w:val="00807F80"/>
    <w:rsid w:val="00823AC7"/>
    <w:rsid w:val="0083703E"/>
    <w:rsid w:val="00855AFB"/>
    <w:rsid w:val="008C5DED"/>
    <w:rsid w:val="008D4BEB"/>
    <w:rsid w:val="008E67E0"/>
    <w:rsid w:val="008E6D04"/>
    <w:rsid w:val="008F021B"/>
    <w:rsid w:val="009703C6"/>
    <w:rsid w:val="00976F9A"/>
    <w:rsid w:val="00981148"/>
    <w:rsid w:val="00987E22"/>
    <w:rsid w:val="009B0A6F"/>
    <w:rsid w:val="00A44072"/>
    <w:rsid w:val="00A844B5"/>
    <w:rsid w:val="00AE146C"/>
    <w:rsid w:val="00AF3762"/>
    <w:rsid w:val="00B15343"/>
    <w:rsid w:val="00B4168E"/>
    <w:rsid w:val="00B75140"/>
    <w:rsid w:val="00BB4CF9"/>
    <w:rsid w:val="00BC359C"/>
    <w:rsid w:val="00BD7AEF"/>
    <w:rsid w:val="00C0368F"/>
    <w:rsid w:val="00C14F61"/>
    <w:rsid w:val="00C21452"/>
    <w:rsid w:val="00C27451"/>
    <w:rsid w:val="00C43201"/>
    <w:rsid w:val="00C43B9D"/>
    <w:rsid w:val="00C67200"/>
    <w:rsid w:val="00C905D0"/>
    <w:rsid w:val="00C91BEB"/>
    <w:rsid w:val="00CB32BC"/>
    <w:rsid w:val="00CB3A72"/>
    <w:rsid w:val="00CB6362"/>
    <w:rsid w:val="00CE1C20"/>
    <w:rsid w:val="00D04E7C"/>
    <w:rsid w:val="00D4225B"/>
    <w:rsid w:val="00D72F8B"/>
    <w:rsid w:val="00D739E9"/>
    <w:rsid w:val="00DC5BCC"/>
    <w:rsid w:val="00DD21EA"/>
    <w:rsid w:val="00DE2773"/>
    <w:rsid w:val="00DE6686"/>
    <w:rsid w:val="00E14A86"/>
    <w:rsid w:val="00E23584"/>
    <w:rsid w:val="00E2797E"/>
    <w:rsid w:val="00E373F6"/>
    <w:rsid w:val="00E7526B"/>
    <w:rsid w:val="00E91115"/>
    <w:rsid w:val="00EA2F18"/>
    <w:rsid w:val="00EA54DD"/>
    <w:rsid w:val="00EC58C0"/>
    <w:rsid w:val="00ED2B0A"/>
    <w:rsid w:val="00ED6263"/>
    <w:rsid w:val="00EE01CE"/>
    <w:rsid w:val="00EF0200"/>
    <w:rsid w:val="00EF6419"/>
    <w:rsid w:val="00F05933"/>
    <w:rsid w:val="00F117F4"/>
    <w:rsid w:val="00F34F8E"/>
    <w:rsid w:val="00F36DC3"/>
    <w:rsid w:val="00F42C46"/>
    <w:rsid w:val="00FB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B4CF9"/>
  </w:style>
  <w:style w:type="paragraph" w:customStyle="1" w:styleId="11">
    <w:name w:val="Текст11"/>
    <w:basedOn w:val="Normal"/>
    <w:uiPriority w:val="99"/>
    <w:rsid w:val="00BB4CF9"/>
    <w:pPr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BodyTextIndentChar">
    <w:name w:val="Body Text Indent Char"/>
    <w:uiPriority w:val="99"/>
    <w:semiHidden/>
    <w:locked/>
    <w:rsid w:val="000E61BE"/>
    <w:rPr>
      <w:rFonts w:ascii="Times New Roman" w:hAnsi="Times New Roman"/>
      <w:sz w:val="28"/>
      <w:lang w:val="en-US"/>
    </w:rPr>
  </w:style>
  <w:style w:type="paragraph" w:styleId="BodyTextIndent">
    <w:name w:val="Body Text Indent"/>
    <w:basedOn w:val="Normal"/>
    <w:link w:val="BodyTextIndentChar1"/>
    <w:uiPriority w:val="99"/>
    <w:semiHidden/>
    <w:rsid w:val="000E61BE"/>
    <w:pPr>
      <w:autoSpaceDE w:val="0"/>
      <w:autoSpaceDN w:val="0"/>
      <w:spacing w:after="0" w:line="240" w:lineRule="auto"/>
      <w:ind w:firstLine="851"/>
      <w:jc w:val="both"/>
    </w:pPr>
    <w:rPr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F36DC3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E61BE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E61BE"/>
    <w:rPr>
      <w:rFonts w:ascii="Courier New" w:hAnsi="Courier New" w:cs="Times New Roman"/>
      <w:sz w:val="20"/>
    </w:rPr>
  </w:style>
  <w:style w:type="paragraph" w:customStyle="1" w:styleId="ConsPlusNormal">
    <w:name w:val="ConsPlusNormal"/>
    <w:uiPriority w:val="99"/>
    <w:rsid w:val="000E6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E61BE"/>
    <w:pPr>
      <w:widowControl w:val="0"/>
      <w:suppressAutoHyphens/>
      <w:spacing w:after="120" w:line="240" w:lineRule="auto"/>
    </w:pPr>
    <w:rPr>
      <w:rFonts w:ascii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E61BE"/>
    <w:rPr>
      <w:rFonts w:ascii="Arial" w:hAnsi="Arial" w:cs="Times New Roman"/>
      <w:sz w:val="24"/>
    </w:rPr>
  </w:style>
  <w:style w:type="paragraph" w:customStyle="1" w:styleId="Iniiaiieoaeno2">
    <w:name w:val="Iniiaiie oaeno 2"/>
    <w:basedOn w:val="Normal"/>
    <w:uiPriority w:val="99"/>
    <w:rsid w:val="000E61BE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E61B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E61B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61BE"/>
    <w:rPr>
      <w:rFonts w:ascii="Calibri" w:hAnsi="Calibri" w:cs="Times New Roman"/>
    </w:rPr>
  </w:style>
  <w:style w:type="character" w:customStyle="1" w:styleId="BalloonTextChar">
    <w:name w:val="Balloon Text Char"/>
    <w:uiPriority w:val="99"/>
    <w:semiHidden/>
    <w:locked/>
    <w:rsid w:val="000E61BE"/>
    <w:rPr>
      <w:rFonts w:ascii="Tahoma" w:hAnsi="Tahoma"/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0E61BE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F36DC3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0E61BE"/>
    <w:rPr>
      <w:rFonts w:cs="Times New Roman"/>
    </w:rPr>
  </w:style>
  <w:style w:type="paragraph" w:customStyle="1" w:styleId="a">
    <w:name w:val="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1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Без интервала1"/>
    <w:uiPriority w:val="99"/>
    <w:rsid w:val="000E61BE"/>
    <w:rPr>
      <w:rFonts w:cs="Calibri"/>
    </w:rPr>
  </w:style>
  <w:style w:type="paragraph" w:customStyle="1" w:styleId="12">
    <w:name w:val="Знак Знак1 Знак Знак Знак Знак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0E6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0E61BE"/>
    <w:rPr>
      <w:rFonts w:cs="Times New Roman"/>
      <w:b/>
    </w:rPr>
  </w:style>
  <w:style w:type="paragraph" w:customStyle="1" w:styleId="2">
    <w:name w:val="Текст2"/>
    <w:basedOn w:val="Normal"/>
    <w:uiPriority w:val="99"/>
    <w:rsid w:val="000E61BE"/>
    <w:pPr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Spacing1">
    <w:name w:val="No Spacing1"/>
    <w:link w:val="NoSpacingChar"/>
    <w:uiPriority w:val="99"/>
    <w:rsid w:val="000E61BE"/>
    <w:rPr>
      <w:rFonts w:ascii="Times New Roman" w:hAnsi="Times New Roman"/>
    </w:rPr>
  </w:style>
  <w:style w:type="character" w:customStyle="1" w:styleId="NoSpacingChar">
    <w:name w:val="No Spacing Char"/>
    <w:link w:val="NoSpacing1"/>
    <w:uiPriority w:val="99"/>
    <w:locked/>
    <w:rsid w:val="000E61BE"/>
    <w:rPr>
      <w:rFonts w:ascii="Times New Roman" w:hAnsi="Times New Roman"/>
      <w:sz w:val="22"/>
    </w:rPr>
  </w:style>
  <w:style w:type="character" w:customStyle="1" w:styleId="100">
    <w:name w:val="Основной текст + 10"/>
    <w:aliases w:val="5 pt,Полужирный,Курсив"/>
    <w:uiPriority w:val="99"/>
    <w:rsid w:val="007F4775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1"/>
    <w:uiPriority w:val="99"/>
    <w:rsid w:val="007F4775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styleId="NormalWeb">
    <w:name w:val="Normal (Web)"/>
    <w:basedOn w:val="Normal"/>
    <w:uiPriority w:val="99"/>
    <w:rsid w:val="007501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9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274</Words>
  <Characters>1565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Снецкое</dc:creator>
  <cp:keywords/>
  <dc:description/>
  <cp:lastModifiedBy>Sobranie</cp:lastModifiedBy>
  <cp:revision>10</cp:revision>
  <cp:lastPrinted>2018-02-08T11:42:00Z</cp:lastPrinted>
  <dcterms:created xsi:type="dcterms:W3CDTF">2018-02-07T07:10:00Z</dcterms:created>
  <dcterms:modified xsi:type="dcterms:W3CDTF">2018-04-04T07:04:00Z</dcterms:modified>
</cp:coreProperties>
</file>